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D1239D" w:rsidTr="0067535C">
        <w:trPr>
          <w:cantSplit/>
          <w:trHeight w:val="2317"/>
        </w:trPr>
        <w:tc>
          <w:tcPr>
            <w:tcW w:w="6521" w:type="dxa"/>
          </w:tcPr>
          <w:p w:rsidR="00D1239D" w:rsidRDefault="00D1239D" w:rsidP="0067535C">
            <w:pPr>
              <w:spacing w:line="141" w:lineRule="atLeast"/>
            </w:pP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D1239D" w:rsidRDefault="00077DCE" w:rsidP="0067535C">
            <w:pPr>
              <w:spacing w:line="141" w:lineRule="atLeast"/>
              <w:rPr>
                <w:b/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fldChar w:fldCharType="begin">
                <w:ffData>
                  <w:name w:val="Name"/>
                  <w:enabled/>
                  <w:calcOnExit w:val="0"/>
                  <w:statusText w:type="text" w:val="Absendername"/>
                  <w:textInput>
                    <w:default w:val="VORNAME NAME"/>
                  </w:textInput>
                </w:ffData>
              </w:fldChar>
            </w:r>
            <w:bookmarkStart w:id="0" w:name="Name"/>
            <w:r>
              <w:rPr>
                <w:b/>
                <w:caps/>
                <w:color w:val="000000"/>
                <w:sz w:val="15"/>
              </w:rPr>
              <w:instrText xml:space="preserve"> FORMTEXT </w:instrText>
            </w:r>
            <w:r>
              <w:rPr>
                <w:b/>
                <w:caps/>
                <w:color w:val="000000"/>
                <w:sz w:val="15"/>
              </w:rPr>
            </w:r>
            <w:r>
              <w:rPr>
                <w:b/>
                <w:caps/>
                <w:color w:val="000000"/>
                <w:sz w:val="15"/>
              </w:rPr>
              <w:fldChar w:fldCharType="separate"/>
            </w:r>
            <w:r>
              <w:rPr>
                <w:b/>
                <w:caps/>
                <w:noProof/>
                <w:color w:val="000000"/>
                <w:sz w:val="15"/>
              </w:rPr>
              <w:t>VORNAME NAME</w:t>
            </w:r>
            <w:r>
              <w:rPr>
                <w:b/>
                <w:caps/>
                <w:color w:val="000000"/>
                <w:sz w:val="15"/>
              </w:rPr>
              <w:fldChar w:fldCharType="end"/>
            </w:r>
            <w:bookmarkEnd w:id="0"/>
          </w:p>
          <w:p w:rsidR="00D1239D" w:rsidRDefault="00077DCE" w:rsidP="0067535C">
            <w:pPr>
              <w:spacing w:line="141" w:lineRule="atLeast"/>
              <w:rPr>
                <w:caps/>
                <w:color w:val="000000"/>
                <w:sz w:val="15"/>
              </w:rPr>
            </w:pPr>
            <w:r>
              <w:rPr>
                <w:caps/>
                <w:color w:val="000000"/>
                <w:sz w:val="15"/>
              </w:rPr>
              <w:fldChar w:fldCharType="begin">
                <w:ffData>
                  <w:name w:val="Bereich"/>
                  <w:enabled/>
                  <w:calcOnExit w:val="0"/>
                  <w:statusText w:type="text" w:val="Bereich"/>
                  <w:textInput>
                    <w:default w:val="BEREICH"/>
                  </w:textInput>
                </w:ffData>
              </w:fldChar>
            </w:r>
            <w:bookmarkStart w:id="1" w:name="Bereich"/>
            <w:r>
              <w:rPr>
                <w:caps/>
                <w:color w:val="000000"/>
                <w:sz w:val="15"/>
              </w:rPr>
              <w:instrText xml:space="preserve"> FORMTEXT </w:instrText>
            </w:r>
            <w:r>
              <w:rPr>
                <w:caps/>
                <w:color w:val="000000"/>
                <w:sz w:val="15"/>
              </w:rPr>
            </w:r>
            <w:r>
              <w:rPr>
                <w:caps/>
                <w:color w:val="000000"/>
                <w:sz w:val="15"/>
              </w:rPr>
              <w:fldChar w:fldCharType="separate"/>
            </w:r>
            <w:r>
              <w:rPr>
                <w:caps/>
                <w:noProof/>
                <w:color w:val="000000"/>
                <w:sz w:val="15"/>
              </w:rPr>
              <w:t>BEREICH</w:t>
            </w:r>
            <w:r>
              <w:rPr>
                <w:caps/>
                <w:color w:val="000000"/>
                <w:sz w:val="15"/>
              </w:rPr>
              <w:fldChar w:fldCharType="end"/>
            </w:r>
            <w:bookmarkEnd w:id="1"/>
          </w:p>
          <w:p w:rsidR="00D1239D" w:rsidRDefault="00D1239D" w:rsidP="0067535C">
            <w:pPr>
              <w:spacing w:line="141" w:lineRule="atLeast"/>
              <w:rPr>
                <w:sz w:val="14"/>
              </w:rPr>
            </w:pPr>
          </w:p>
          <w:p w:rsidR="00D1239D" w:rsidRPr="00DD64B3" w:rsidRDefault="00D1239D" w:rsidP="0067535C">
            <w:pPr>
              <w:spacing w:line="141" w:lineRule="atLeast"/>
              <w:rPr>
                <w:b/>
                <w:sz w:val="15"/>
              </w:rPr>
            </w:pPr>
            <w:bookmarkStart w:id="2" w:name="standort"/>
            <w:bookmarkStart w:id="3" w:name="tel"/>
            <w:bookmarkStart w:id="4" w:name="Wacker"/>
            <w:bookmarkEnd w:id="2"/>
            <w:bookmarkEnd w:id="3"/>
            <w:bookmarkEnd w:id="4"/>
            <w:proofErr w:type="spellStart"/>
            <w:r>
              <w:rPr>
                <w:b/>
                <w:sz w:val="15"/>
              </w:rPr>
              <w:t>contoso</w:t>
            </w:r>
            <w:proofErr w:type="spellEnd"/>
            <w:r w:rsidRPr="00DD64B3">
              <w:rPr>
                <w:b/>
                <w:sz w:val="15"/>
              </w:rPr>
              <w:t xml:space="preserve"> AG</w:t>
            </w:r>
          </w:p>
          <w:p w:rsidR="00D1239D" w:rsidRDefault="00D1239D" w:rsidP="0067535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Entenstraße 24</w:t>
            </w:r>
          </w:p>
          <w:p w:rsidR="00D1239D" w:rsidRDefault="00D1239D" w:rsidP="0067535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12345 Entenhausen, Germany</w:t>
            </w:r>
          </w:p>
          <w:p w:rsidR="00D1239D" w:rsidRDefault="00D1239D" w:rsidP="0067535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Tel. +49 89 12 345678</w:t>
            </w:r>
          </w:p>
          <w:p w:rsidR="00D1239D" w:rsidRPr="00EB7800" w:rsidRDefault="00D1239D" w:rsidP="00077DCE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Fax </w:t>
            </w:r>
            <w:r w:rsidR="00077DCE">
              <w:rPr>
                <w:sz w:val="15"/>
              </w:rPr>
              <w:fldChar w:fldCharType="begin">
                <w:ffData>
                  <w:name w:val="Fax"/>
                  <w:enabled/>
                  <w:calcOnExit w:val="0"/>
                  <w:statusText w:type="text" w:val="Fax"/>
                  <w:textInput>
                    <w:default w:val="FAX"/>
                  </w:textInput>
                </w:ffData>
              </w:fldChar>
            </w:r>
            <w:bookmarkStart w:id="5" w:name="Fax"/>
            <w:r w:rsidR="00077DCE">
              <w:rPr>
                <w:sz w:val="15"/>
              </w:rPr>
              <w:instrText xml:space="preserve"> FORMTEXT </w:instrText>
            </w:r>
            <w:r w:rsidR="00077DCE">
              <w:rPr>
                <w:sz w:val="15"/>
              </w:rPr>
            </w:r>
            <w:r w:rsidR="00077DCE">
              <w:rPr>
                <w:sz w:val="15"/>
              </w:rPr>
              <w:fldChar w:fldCharType="separate"/>
            </w:r>
            <w:r w:rsidR="00077DCE">
              <w:rPr>
                <w:noProof/>
                <w:sz w:val="15"/>
              </w:rPr>
              <w:t>FAX</w:t>
            </w:r>
            <w:r w:rsidR="00077DCE">
              <w:rPr>
                <w:sz w:val="15"/>
              </w:rPr>
              <w:fldChar w:fldCharType="end"/>
            </w:r>
            <w:bookmarkEnd w:id="5"/>
          </w:p>
          <w:p w:rsidR="00D1239D" w:rsidRDefault="00077DCE" w:rsidP="0067535C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fldChar w:fldCharType="begin">
                <w:ffData>
                  <w:name w:val="mail"/>
                  <w:enabled/>
                  <w:calcOnExit w:val="0"/>
                  <w:statusText w:type="text" w:val="Mailadresse"/>
                  <w:textInput>
                    <w:default w:val="vorname.name@contoso.com"/>
                    <w:format w:val="LOWERCASE"/>
                  </w:textInput>
                </w:ffData>
              </w:fldChar>
            </w:r>
            <w:bookmarkStart w:id="6" w:name="mail"/>
            <w:r>
              <w:rPr>
                <w:sz w:val="15"/>
              </w:rPr>
              <w:instrText xml:space="preserve"> FORMTEXT </w:instrText>
            </w:r>
            <w:r>
              <w:rPr>
                <w:sz w:val="15"/>
              </w:rPr>
            </w:r>
            <w:r>
              <w:rPr>
                <w:sz w:val="15"/>
              </w:rPr>
              <w:fldChar w:fldCharType="separate"/>
            </w:r>
            <w:r>
              <w:rPr>
                <w:noProof/>
                <w:sz w:val="15"/>
              </w:rPr>
              <w:t>vorname.name@contoso.com</w:t>
            </w:r>
            <w:r>
              <w:rPr>
                <w:sz w:val="15"/>
              </w:rPr>
              <w:fldChar w:fldCharType="end"/>
            </w:r>
            <w:bookmarkEnd w:id="6"/>
          </w:p>
          <w:p w:rsidR="00D1239D" w:rsidRDefault="00D1239D" w:rsidP="0067535C">
            <w:pPr>
              <w:spacing w:line="141" w:lineRule="atLeast"/>
              <w:rPr>
                <w:color w:val="000000"/>
                <w:sz w:val="15"/>
              </w:rPr>
            </w:pPr>
            <w:bookmarkStart w:id="7" w:name="standort1"/>
            <w:bookmarkEnd w:id="7"/>
          </w:p>
        </w:tc>
      </w:tr>
      <w:tr w:rsidR="00D1239D" w:rsidTr="0067535C">
        <w:trPr>
          <w:cantSplit/>
          <w:trHeight w:val="2240"/>
        </w:trPr>
        <w:tc>
          <w:tcPr>
            <w:tcW w:w="6521" w:type="dxa"/>
          </w:tcPr>
          <w:p w:rsidR="00D1239D" w:rsidRDefault="00D1239D" w:rsidP="0067535C">
            <w:pPr>
              <w:spacing w:before="20"/>
              <w:rPr>
                <w:sz w:val="15"/>
              </w:rPr>
            </w:pPr>
            <w:bookmarkStart w:id="8" w:name="Standort2"/>
            <w:bookmarkEnd w:id="8"/>
            <w:r>
              <w:rPr>
                <w:sz w:val="15"/>
              </w:rPr>
              <w:t>contoso AG</w:t>
            </w:r>
          </w:p>
          <w:p w:rsidR="00D1239D" w:rsidRDefault="00D1239D" w:rsidP="0067535C">
            <w:pPr>
              <w:spacing w:before="20"/>
              <w:rPr>
                <w:sz w:val="15"/>
              </w:rPr>
            </w:pPr>
            <w:bookmarkStart w:id="9" w:name="Standort2a"/>
            <w:bookmarkEnd w:id="9"/>
            <w:r>
              <w:rPr>
                <w:sz w:val="15"/>
              </w:rPr>
              <w:t>Postfach 1234, 12345 Entenhausen, Germany</w:t>
            </w:r>
          </w:p>
          <w:p w:rsidR="00D1239D" w:rsidRDefault="00D1239D" w:rsidP="0067535C">
            <w:pPr>
              <w:rPr>
                <w:sz w:val="24"/>
              </w:rPr>
            </w:pPr>
          </w:p>
          <w:p w:rsidR="00D1239D" w:rsidRPr="00EB7800" w:rsidRDefault="00D1239D" w:rsidP="0067535C">
            <w:pPr>
              <w:rPr>
                <w:szCs w:val="22"/>
              </w:rPr>
            </w:pPr>
          </w:p>
          <w:p w:rsidR="00D1239D" w:rsidRPr="00EB7800" w:rsidRDefault="00077DCE" w:rsidP="00077DCE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Vorname"/>
                  <w:enabled/>
                  <w:calcOnExit w:val="0"/>
                  <w:statusText w:type="text" w:val="Vorname"/>
                  <w:textInput/>
                </w:ffData>
              </w:fldChar>
            </w:r>
            <w:bookmarkStart w:id="10" w:name="Vor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0"/>
            <w:r w:rsidR="00D1239D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Familienname"/>
                  <w:enabled/>
                  <w:calcOnExit/>
                  <w:statusText w:type="text" w:val="Nachname"/>
                  <w:textInput/>
                </w:ffData>
              </w:fldChar>
            </w:r>
            <w:bookmarkStart w:id="11" w:name="Familien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1"/>
          </w:p>
          <w:p w:rsidR="00D1239D" w:rsidRPr="00EB7800" w:rsidRDefault="00077DCE" w:rsidP="0067535C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trasse"/>
                  <w:enabled/>
                  <w:calcOnExit/>
                  <w:statusText w:type="text" w:val="Straße"/>
                  <w:textInput/>
                </w:ffData>
              </w:fldChar>
            </w:r>
            <w:bookmarkStart w:id="12" w:name="Strass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2"/>
          </w:p>
          <w:p w:rsidR="00D1239D" w:rsidRPr="00EB7800" w:rsidRDefault="00077DCE" w:rsidP="00077DCE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PLZ"/>
                  <w:enabled/>
                  <w:calcOnExit/>
                  <w:statusText w:type="text" w:val="PLZ"/>
                  <w:textInput/>
                </w:ffData>
              </w:fldChar>
            </w:r>
            <w:bookmarkStart w:id="13" w:name="PLZ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3"/>
            <w:r w:rsidR="00D1239D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Ort"/>
                  <w:enabled/>
                  <w:calcOnExit/>
                  <w:statusText w:type="text" w:val="Ort"/>
                  <w:textInput/>
                </w:ffData>
              </w:fldChar>
            </w:r>
            <w:bookmarkStart w:id="14" w:name="Ort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4"/>
          </w:p>
          <w:p w:rsidR="00D1239D" w:rsidRDefault="00077DCE" w:rsidP="0067535C">
            <w:pPr>
              <w:rPr>
                <w:sz w:val="24"/>
              </w:rPr>
            </w:pPr>
            <w:r>
              <w:rPr>
                <w:szCs w:val="22"/>
              </w:rPr>
              <w:fldChar w:fldCharType="begin">
                <w:ffData>
                  <w:name w:val="Land"/>
                  <w:enabled/>
                  <w:calcOnExit/>
                  <w:statusText w:type="text" w:val="Land (optional)"/>
                  <w:textInput/>
                </w:ffData>
              </w:fldChar>
            </w:r>
            <w:bookmarkStart w:id="15" w:name="Land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5"/>
          </w:p>
          <w:p w:rsidR="00D1239D" w:rsidRDefault="00D1239D" w:rsidP="0067535C"/>
        </w:tc>
        <w:tc>
          <w:tcPr>
            <w:tcW w:w="2835" w:type="dxa"/>
            <w:vMerge/>
          </w:tcPr>
          <w:p w:rsidR="00D1239D" w:rsidRDefault="00D1239D" w:rsidP="0067535C">
            <w:pPr>
              <w:spacing w:line="141" w:lineRule="atLeast"/>
              <w:rPr>
                <w:color w:val="000000"/>
              </w:rPr>
            </w:pPr>
          </w:p>
        </w:tc>
      </w:tr>
      <w:tr w:rsidR="00D1239D" w:rsidTr="0067535C">
        <w:trPr>
          <w:cantSplit/>
        </w:trPr>
        <w:tc>
          <w:tcPr>
            <w:tcW w:w="6521" w:type="dxa"/>
          </w:tcPr>
          <w:p w:rsidR="00D1239D" w:rsidRDefault="00D1239D" w:rsidP="0067535C">
            <w:pPr>
              <w:spacing w:line="141" w:lineRule="atLeast"/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bottom"/>
          </w:tcPr>
          <w:p w:rsidR="00D1239D" w:rsidRDefault="00D1239D" w:rsidP="0067535C">
            <w:pPr>
              <w:spacing w:line="141" w:lineRule="atLeas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Unsere Zeichen</w:t>
            </w:r>
          </w:p>
        </w:tc>
      </w:tr>
      <w:tr w:rsidR="00D1239D" w:rsidRPr="00EB7800" w:rsidTr="0067535C">
        <w:trPr>
          <w:cantSplit/>
        </w:trPr>
        <w:tc>
          <w:tcPr>
            <w:tcW w:w="6521" w:type="dxa"/>
          </w:tcPr>
          <w:p w:rsidR="00D1239D" w:rsidRPr="00EB7800" w:rsidRDefault="00077DCE" w:rsidP="0067535C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datum"/>
                  <w:enabled/>
                  <w:calcOnExit/>
                  <w:statusText w:type="text" w:val="Datum"/>
                  <w:textInput>
                    <w:default w:val="Datum"/>
                  </w:textInput>
                </w:ffData>
              </w:fldChar>
            </w:r>
            <w:bookmarkStart w:id="16" w:name="datum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Datum</w:t>
            </w:r>
            <w:r>
              <w:rPr>
                <w:color w:val="000000"/>
                <w:szCs w:val="22"/>
              </w:rPr>
              <w:fldChar w:fldCharType="end"/>
            </w:r>
            <w:bookmarkEnd w:id="16"/>
            <w:r w:rsidR="00D1239D" w:rsidRPr="00EB7800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D1239D" w:rsidRPr="00EB7800" w:rsidRDefault="00077DCE" w:rsidP="0067535C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Zeichen"/>
                  <w:enabled/>
                  <w:calcOnExit w:val="0"/>
                  <w:statusText w:type="text" w:val="Unsere Zeichen"/>
                  <w:textInput/>
                </w:ffData>
              </w:fldChar>
            </w:r>
            <w:bookmarkStart w:id="17" w:name="Zeichen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color w:val="000000"/>
                <w:szCs w:val="22"/>
              </w:rPr>
              <w:fldChar w:fldCharType="end"/>
            </w:r>
            <w:bookmarkEnd w:id="17"/>
          </w:p>
        </w:tc>
      </w:tr>
      <w:tr w:rsidR="00D1239D" w:rsidRPr="00EB7800" w:rsidTr="0067535C">
        <w:trPr>
          <w:cantSplit/>
          <w:trHeight w:val="375"/>
        </w:trPr>
        <w:tc>
          <w:tcPr>
            <w:tcW w:w="9356" w:type="dxa"/>
            <w:gridSpan w:val="2"/>
          </w:tcPr>
          <w:p w:rsidR="00D1239D" w:rsidRPr="00EB7800" w:rsidRDefault="00D1239D" w:rsidP="0067535C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D1239D" w:rsidRPr="00EB7800" w:rsidTr="0067535C">
        <w:trPr>
          <w:cantSplit/>
        </w:trPr>
        <w:tc>
          <w:tcPr>
            <w:tcW w:w="9356" w:type="dxa"/>
            <w:gridSpan w:val="2"/>
          </w:tcPr>
          <w:p w:rsidR="00D1239D" w:rsidRPr="00EB7800" w:rsidRDefault="00D1239D" w:rsidP="0067535C">
            <w:pPr>
              <w:pStyle w:val="Betreff"/>
              <w:rPr>
                <w:szCs w:val="22"/>
              </w:rPr>
            </w:pPr>
            <w:r w:rsidRPr="00F27F74">
              <w:rPr>
                <w:szCs w:val="22"/>
              </w:rPr>
              <w:t>Beauftragung als Fachkundiger zum Bedienen von Hubarbeitsbühnen BGG/GUV-G966</w:t>
            </w:r>
          </w:p>
        </w:tc>
      </w:tr>
      <w:tr w:rsidR="00D1239D" w:rsidRPr="00EB7800" w:rsidTr="0067535C">
        <w:trPr>
          <w:cantSplit/>
        </w:trPr>
        <w:tc>
          <w:tcPr>
            <w:tcW w:w="9356" w:type="dxa"/>
            <w:gridSpan w:val="2"/>
          </w:tcPr>
          <w:p w:rsidR="00D1239D" w:rsidRPr="00EB7800" w:rsidRDefault="00D1239D" w:rsidP="0067535C">
            <w:pPr>
              <w:pStyle w:val="Betreff"/>
              <w:rPr>
                <w:b w:val="0"/>
                <w:szCs w:val="22"/>
              </w:rPr>
            </w:pPr>
          </w:p>
        </w:tc>
      </w:tr>
    </w:tbl>
    <w:p w:rsidR="00925405" w:rsidRDefault="00925405">
      <w:pPr>
        <w:tabs>
          <w:tab w:val="left" w:pos="9356"/>
        </w:tabs>
        <w:ind w:left="28"/>
      </w:pPr>
    </w:p>
    <w:p w:rsidR="00925405" w:rsidRPr="00F27F74" w:rsidRDefault="00925405" w:rsidP="00F27F74">
      <w:pPr>
        <w:tabs>
          <w:tab w:val="left" w:pos="9356"/>
        </w:tabs>
        <w:ind w:left="28"/>
        <w:jc w:val="both"/>
        <w:rPr>
          <w:b/>
          <w:szCs w:val="22"/>
        </w:rPr>
      </w:pPr>
    </w:p>
    <w:p w:rsidR="00F27F74" w:rsidRDefault="00F27F74" w:rsidP="00F27F74">
      <w:pPr>
        <w:tabs>
          <w:tab w:val="left" w:pos="9356"/>
        </w:tabs>
        <w:ind w:left="28"/>
        <w:jc w:val="both"/>
      </w:pPr>
    </w:p>
    <w:p w:rsidR="0099212C" w:rsidRDefault="0099212C" w:rsidP="00F27F74">
      <w:pPr>
        <w:tabs>
          <w:tab w:val="left" w:pos="9356"/>
        </w:tabs>
        <w:ind w:left="28"/>
        <w:jc w:val="both"/>
      </w:pPr>
    </w:p>
    <w:p w:rsidR="0099212C" w:rsidRDefault="0099212C" w:rsidP="00F27F74">
      <w:pPr>
        <w:tabs>
          <w:tab w:val="left" w:pos="9356"/>
        </w:tabs>
        <w:ind w:left="28"/>
        <w:jc w:val="both"/>
      </w:pPr>
    </w:p>
    <w:p w:rsidR="0099212C" w:rsidRDefault="0099212C" w:rsidP="00F27F74">
      <w:pPr>
        <w:tabs>
          <w:tab w:val="left" w:pos="9356"/>
        </w:tabs>
        <w:ind w:left="28"/>
        <w:jc w:val="both"/>
      </w:pPr>
    </w:p>
    <w:p w:rsidR="00925405" w:rsidRPr="0099212C" w:rsidRDefault="00077DCE" w:rsidP="00077DCE">
      <w:pPr>
        <w:pStyle w:val="Formatvorlage2"/>
        <w:rPr>
          <w:b w:val="0"/>
        </w:rPr>
      </w:pPr>
      <w:r>
        <w:rPr>
          <w:b w:val="0"/>
        </w:rPr>
        <w:fldChar w:fldCharType="begin">
          <w:ffData>
            <w:name w:val="Anrede"/>
            <w:enabled/>
            <w:calcOnExit w:val="0"/>
            <w:statusText w:type="text" w:val="Anrede"/>
            <w:ddList>
              <w:listEntry w:val="Sehr geehrter Herr"/>
              <w:listEntry w:val="Sehr geehrte Frau"/>
            </w:ddList>
          </w:ffData>
        </w:fldChar>
      </w:r>
      <w:bookmarkStart w:id="18" w:name="Anrede"/>
      <w:r>
        <w:rPr>
          <w:b w:val="0"/>
        </w:rPr>
        <w:instrText xml:space="preserve"> FORMDROPDOWN </w:instrText>
      </w:r>
      <w:r>
        <w:rPr>
          <w:b w:val="0"/>
        </w:rPr>
      </w:r>
      <w:r>
        <w:rPr>
          <w:b w:val="0"/>
        </w:rPr>
        <w:fldChar w:fldCharType="end"/>
      </w:r>
      <w:bookmarkEnd w:id="18"/>
      <w:r w:rsidR="00D1239D">
        <w:rPr>
          <w:b w:val="0"/>
        </w:rPr>
        <w:t xml:space="preserve"> </w:t>
      </w:r>
      <w:r>
        <w:rPr>
          <w:b w:val="0"/>
        </w:rPr>
        <w:fldChar w:fldCharType="begin">
          <w:ffData>
            <w:name w:val="Text1"/>
            <w:enabled/>
            <w:calcOnExit w:val="0"/>
            <w:statusText w:type="text" w:val="Name der angeredeten Person"/>
            <w:textInput/>
          </w:ffData>
        </w:fldChar>
      </w:r>
      <w:bookmarkStart w:id="19" w:name="Text1"/>
      <w:r>
        <w:rPr>
          <w:b w:val="0"/>
        </w:rPr>
        <w:instrText xml:space="preserve"> FORMTEXT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  <w:noProof/>
        </w:rPr>
        <w:t> </w:t>
      </w:r>
      <w:r>
        <w:rPr>
          <w:b w:val="0"/>
        </w:rPr>
        <w:fldChar w:fldCharType="end"/>
      </w:r>
      <w:bookmarkEnd w:id="19"/>
      <w:r w:rsidR="00925405" w:rsidRPr="0099212C">
        <w:rPr>
          <w:b w:val="0"/>
        </w:rPr>
        <w:t>,</w:t>
      </w:r>
    </w:p>
    <w:p w:rsidR="00925405" w:rsidRDefault="00925405">
      <w:pPr>
        <w:tabs>
          <w:tab w:val="left" w:pos="9356"/>
        </w:tabs>
        <w:ind w:left="28"/>
      </w:pPr>
    </w:p>
    <w:p w:rsidR="00925405" w:rsidRDefault="00925405">
      <w:pPr>
        <w:tabs>
          <w:tab w:val="left" w:pos="9356"/>
        </w:tabs>
        <w:ind w:left="28"/>
      </w:pPr>
    </w:p>
    <w:p w:rsidR="00F27F74" w:rsidRDefault="00F27F74" w:rsidP="00D1239D">
      <w:r>
        <w:t xml:space="preserve">durch Ihre Ausbildung nach dem Grundsatz BGG/GUV-G 966, Ihre Berufserfahrung, Ihre Zuverlässigkeit und </w:t>
      </w:r>
      <w:r w:rsidRPr="0020455A">
        <w:t>Ihre Kenntnisse</w:t>
      </w:r>
      <w:r>
        <w:t xml:space="preserve"> der entsprechenden Regelwerke haben Sie sich als </w:t>
      </w:r>
      <w:r w:rsidR="005C211A" w:rsidRPr="0099212C">
        <w:rPr>
          <w:b/>
        </w:rPr>
        <w:fldChar w:fldCharType="begin"/>
      </w:r>
      <w:r w:rsidR="005C211A" w:rsidRPr="0099212C">
        <w:instrText xml:space="preserve">IF </w:instrText>
      </w:r>
      <w:r w:rsidR="005C211A" w:rsidRPr="0099212C">
        <w:rPr>
          <w:b/>
        </w:rPr>
        <w:fldChar w:fldCharType="begin"/>
      </w:r>
      <w:r w:rsidR="005C211A" w:rsidRPr="0099212C">
        <w:instrText>Anrede</w:instrText>
      </w:r>
      <w:r w:rsidR="005C211A" w:rsidRPr="0099212C">
        <w:rPr>
          <w:b/>
        </w:rPr>
        <w:fldChar w:fldCharType="separate"/>
      </w:r>
      <w:r w:rsidR="00077DCE">
        <w:instrText>Sehr geehrter Herr</w:instrText>
      </w:r>
      <w:r w:rsidR="005C211A" w:rsidRPr="0099212C">
        <w:rPr>
          <w:b/>
        </w:rPr>
        <w:fldChar w:fldCharType="end"/>
      </w:r>
      <w:r w:rsidR="005C211A">
        <w:instrText xml:space="preserve"> = "</w:instrText>
      </w:r>
      <w:r w:rsidR="00D1239D" w:rsidRPr="00D1239D">
        <w:instrText xml:space="preserve"> Sehr geehrte Frau</w:instrText>
      </w:r>
      <w:r w:rsidR="005C211A">
        <w:instrText>" "Fachkundige" "Fachkundiger</w:instrText>
      </w:r>
      <w:r w:rsidR="005C211A" w:rsidRPr="0099212C">
        <w:instrText>"</w:instrText>
      </w:r>
      <w:r w:rsidR="005C211A" w:rsidRPr="0099212C">
        <w:rPr>
          <w:b/>
        </w:rPr>
        <w:fldChar w:fldCharType="separate"/>
      </w:r>
      <w:r w:rsidR="00077DCE">
        <w:rPr>
          <w:noProof/>
        </w:rPr>
        <w:t>Fachkundiger</w:t>
      </w:r>
      <w:r w:rsidR="005C211A" w:rsidRPr="0099212C">
        <w:rPr>
          <w:b/>
        </w:rPr>
        <w:fldChar w:fldCharType="end"/>
      </w:r>
      <w:r>
        <w:t xml:space="preserve"> zum </w:t>
      </w:r>
      <w:r>
        <w:rPr>
          <w:szCs w:val="22"/>
        </w:rPr>
        <w:t>Bedienen von Hubarbeitsbühnen</w:t>
      </w:r>
      <w:r w:rsidRPr="009F016E">
        <w:rPr>
          <w:szCs w:val="22"/>
        </w:rPr>
        <w:t xml:space="preserve"> </w:t>
      </w:r>
      <w:r>
        <w:t xml:space="preserve">qualifiziert und werden hiermit dazu </w:t>
      </w:r>
    </w:p>
    <w:p w:rsidR="00F27F74" w:rsidRPr="00D35D4A" w:rsidRDefault="00F27F74" w:rsidP="00D1239D">
      <w:r>
        <w:t xml:space="preserve">ernannt. </w:t>
      </w:r>
      <w:r w:rsidRPr="00D35D4A">
        <w:t>Die Beauftragung bezieht sich ausschließlich auf Arbeitsaufträge des Unternehmens.</w:t>
      </w:r>
    </w:p>
    <w:p w:rsidR="00F27F74" w:rsidRPr="00D35D4A" w:rsidRDefault="00F27F74" w:rsidP="00F27F74"/>
    <w:p w:rsidR="00D1239D" w:rsidRDefault="00F27F74" w:rsidP="00077DCE">
      <w:r w:rsidRPr="00D35D4A">
        <w:t>Die Fachkundeprüfung nach den Grundsätzen der BGG 966</w:t>
      </w:r>
      <w:r>
        <w:t>/GUV-G966</w:t>
      </w:r>
      <w:r w:rsidR="00CE66CC">
        <w:t xml:space="preserve"> haben Sie</w:t>
      </w:r>
      <w:r w:rsidR="00D1239D">
        <w:t xml:space="preserve"> </w:t>
      </w:r>
      <w:r w:rsidRPr="00D35D4A">
        <w:t xml:space="preserve">am </w:t>
      </w:r>
      <w:r w:rsidR="00077DCE">
        <w:fldChar w:fldCharType="begin">
          <w:ffData>
            <w:name w:val="Datum1"/>
            <w:enabled/>
            <w:calcOnExit w:val="0"/>
            <w:statusText w:type="text" w:val="Sie werden für das Bedienen von Hubarbeitsbühnen in eigener Verantwortung für die contoso AG beauftragt. "/>
            <w:textInput/>
          </w:ffData>
        </w:fldChar>
      </w:r>
      <w:bookmarkStart w:id="20" w:name="Datum1"/>
      <w:r w:rsidR="00077DCE">
        <w:instrText xml:space="preserve"> FORMTEXT </w:instrText>
      </w:r>
      <w:r w:rsidR="00077DCE">
        <w:fldChar w:fldCharType="separate"/>
      </w:r>
      <w:bookmarkStart w:id="21" w:name="_GoBack"/>
      <w:r w:rsidR="00077DCE">
        <w:rPr>
          <w:noProof/>
        </w:rPr>
        <w:t> </w:t>
      </w:r>
      <w:r w:rsidR="00077DCE">
        <w:rPr>
          <w:noProof/>
        </w:rPr>
        <w:t> </w:t>
      </w:r>
      <w:r w:rsidR="00077DCE">
        <w:rPr>
          <w:noProof/>
        </w:rPr>
        <w:t> </w:t>
      </w:r>
      <w:r w:rsidR="00077DCE">
        <w:rPr>
          <w:noProof/>
        </w:rPr>
        <w:t> </w:t>
      </w:r>
      <w:r w:rsidR="00077DCE">
        <w:rPr>
          <w:noProof/>
        </w:rPr>
        <w:t> </w:t>
      </w:r>
      <w:bookmarkEnd w:id="21"/>
      <w:r w:rsidR="00077DCE">
        <w:fldChar w:fldCharType="end"/>
      </w:r>
      <w:bookmarkEnd w:id="20"/>
      <w:r w:rsidRPr="00D35D4A">
        <w:t xml:space="preserve"> erfolgreich abgelegt. Eine spezifische Unterweisung für die jeweilige</w:t>
      </w:r>
      <w:r w:rsidR="00D1239D">
        <w:t xml:space="preserve"> </w:t>
      </w:r>
      <w:r w:rsidRPr="00D35D4A">
        <w:t>Hubarbeitsbühne ist vor Ort erforderlich und wird vom Betreiber bzw. Verleiher durchgeführt.</w:t>
      </w:r>
    </w:p>
    <w:p w:rsidR="00F27F74" w:rsidRPr="0020455A" w:rsidRDefault="00F27F74" w:rsidP="00D1239D"/>
    <w:p w:rsidR="00F27F74" w:rsidRDefault="00F27F74" w:rsidP="00D1239D">
      <w:r>
        <w:t>Hinsichtlich Ihrer Tätigkeit beim Bedienen von Hubarbeitsbühnen unterliegen Sie keinen Weisungen, die Ihren Beurteilungsmaßstab bei der Ausübung einschränken.</w:t>
      </w:r>
    </w:p>
    <w:p w:rsidR="009355E6" w:rsidRDefault="009355E6" w:rsidP="00963C52">
      <w:pPr>
        <w:rPr>
          <w:szCs w:val="22"/>
        </w:rPr>
      </w:pPr>
    </w:p>
    <w:p w:rsidR="00963C52" w:rsidRPr="00E0157F" w:rsidRDefault="00963C52" w:rsidP="00963C52">
      <w:pPr>
        <w:rPr>
          <w:szCs w:val="22"/>
        </w:rPr>
      </w:pPr>
      <w:r w:rsidRPr="00E0157F">
        <w:rPr>
          <w:szCs w:val="22"/>
        </w:rPr>
        <w:t xml:space="preserve">Bitte bestätigen Sie die Übertragung der o. a. Pflichten mit Ihrer Unterschrift und senden </w:t>
      </w:r>
    </w:p>
    <w:p w:rsidR="00963C52" w:rsidRPr="00800F04" w:rsidRDefault="00963C52" w:rsidP="00963C52">
      <w:pPr>
        <w:rPr>
          <w:szCs w:val="22"/>
        </w:rPr>
      </w:pPr>
      <w:r w:rsidRPr="00E0157F">
        <w:rPr>
          <w:szCs w:val="22"/>
        </w:rPr>
        <w:t xml:space="preserve">eine Kopie dieses Schreibens </w:t>
      </w:r>
      <w:r w:rsidRPr="00800F04">
        <w:rPr>
          <w:szCs w:val="22"/>
        </w:rPr>
        <w:t>an Ihren Vorgesetzten zurück.</w:t>
      </w:r>
    </w:p>
    <w:p w:rsidR="00963C52" w:rsidRPr="00800F04" w:rsidRDefault="00963C52" w:rsidP="00963C52">
      <w:pPr>
        <w:tabs>
          <w:tab w:val="left" w:pos="7797"/>
        </w:tabs>
        <w:rPr>
          <w:szCs w:val="22"/>
        </w:rPr>
      </w:pPr>
    </w:p>
    <w:p w:rsidR="00963C52" w:rsidRPr="00B63CC2" w:rsidRDefault="00963C52" w:rsidP="00963C52">
      <w:pPr>
        <w:tabs>
          <w:tab w:val="left" w:pos="7797"/>
        </w:tabs>
        <w:rPr>
          <w:szCs w:val="22"/>
        </w:rPr>
      </w:pPr>
      <w:r w:rsidRPr="00B63CC2">
        <w:rPr>
          <w:szCs w:val="22"/>
        </w:rPr>
        <w:t>Mit freundlichen Grüßen</w:t>
      </w:r>
    </w:p>
    <w:p w:rsidR="00925405" w:rsidRDefault="00925405">
      <w:pPr>
        <w:tabs>
          <w:tab w:val="left" w:pos="9072"/>
        </w:tabs>
        <w:ind w:left="28"/>
      </w:pPr>
    </w:p>
    <w:p w:rsidR="00925405" w:rsidRDefault="00D1239D">
      <w:pPr>
        <w:tabs>
          <w:tab w:val="left" w:pos="7797"/>
        </w:tabs>
        <w:ind w:left="28"/>
      </w:pPr>
      <w:bookmarkStart w:id="22" w:name="Standort3"/>
      <w:bookmarkEnd w:id="22"/>
      <w:r>
        <w:t>contoso AG</w:t>
      </w:r>
    </w:p>
    <w:p w:rsidR="00D1239D" w:rsidRPr="00EB7800" w:rsidRDefault="00D1239D" w:rsidP="00D1239D">
      <w:pPr>
        <w:ind w:left="28"/>
        <w:rPr>
          <w:szCs w:val="22"/>
        </w:rPr>
      </w:pPr>
    </w:p>
    <w:p w:rsidR="00D1239D" w:rsidRPr="00EB7800" w:rsidRDefault="00D1239D" w:rsidP="00D1239D">
      <w:pPr>
        <w:ind w:left="28"/>
        <w:rPr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D1239D" w:rsidRPr="00EB7800" w:rsidTr="0067535C">
        <w:trPr>
          <w:cantSplit/>
        </w:trPr>
        <w:tc>
          <w:tcPr>
            <w:tcW w:w="3969" w:type="dxa"/>
          </w:tcPr>
          <w:p w:rsidR="00D1239D" w:rsidRPr="00EB7800" w:rsidRDefault="00077DCE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1"/>
                  <w:enabled/>
                  <w:calcOnExit/>
                  <w:statusText w:type="text" w:val="Vorgesetzter"/>
                  <w:textInput/>
                </w:ffData>
              </w:fldChar>
            </w:r>
            <w:bookmarkStart w:id="23" w:name="Name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3"/>
          </w:p>
        </w:tc>
        <w:tc>
          <w:tcPr>
            <w:tcW w:w="160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D1239D" w:rsidRPr="00EB7800" w:rsidRDefault="00077DCE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2"/>
                  <w:enabled/>
                  <w:calcOnExit/>
                  <w:statusText w:type="text" w:val="Personalleiter"/>
                  <w:textInput/>
                </w:ffData>
              </w:fldChar>
            </w:r>
            <w:bookmarkStart w:id="24" w:name="Name2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4"/>
          </w:p>
        </w:tc>
      </w:tr>
      <w:tr w:rsidR="00D1239D" w:rsidRPr="00EB7800" w:rsidTr="0067535C">
        <w:trPr>
          <w:cantSplit/>
        </w:trPr>
        <w:tc>
          <w:tcPr>
            <w:tcW w:w="3969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5" w:name="Funktion"/>
            <w:bookmarkEnd w:id="25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6" w:name="betreuung"/>
            <w:bookmarkEnd w:id="26"/>
            <w:r>
              <w:rPr>
                <w:szCs w:val="22"/>
              </w:rPr>
              <w:t>Personalbetreuung</w:t>
            </w:r>
          </w:p>
        </w:tc>
      </w:tr>
      <w:tr w:rsidR="00D1239D" w:rsidRPr="00EB7800" w:rsidTr="0067535C">
        <w:trPr>
          <w:cantSplit/>
        </w:trPr>
        <w:tc>
          <w:tcPr>
            <w:tcW w:w="3969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7" w:name="GB1"/>
            <w:bookmarkEnd w:id="27"/>
            <w:r>
              <w:rPr>
                <w:szCs w:val="22"/>
              </w:rPr>
              <w:t>contoso</w:t>
            </w:r>
          </w:p>
        </w:tc>
        <w:tc>
          <w:tcPr>
            <w:tcW w:w="160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D1239D" w:rsidRPr="00EB7800" w:rsidRDefault="00D1239D" w:rsidP="0067535C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8" w:name="GB"/>
            <w:bookmarkEnd w:id="28"/>
            <w:r>
              <w:rPr>
                <w:szCs w:val="22"/>
              </w:rPr>
              <w:t>contoso</w:t>
            </w:r>
          </w:p>
        </w:tc>
      </w:tr>
    </w:tbl>
    <w:p w:rsidR="00D1239D" w:rsidRPr="00EB7800" w:rsidRDefault="00D1239D" w:rsidP="00D1239D">
      <w:pPr>
        <w:ind w:left="28"/>
        <w:rPr>
          <w:szCs w:val="22"/>
        </w:rPr>
      </w:pPr>
    </w:p>
    <w:p w:rsidR="00431B0D" w:rsidRDefault="00431B0D" w:rsidP="00431B0D">
      <w:pPr>
        <w:rPr>
          <w:szCs w:val="22"/>
        </w:rPr>
      </w:pPr>
    </w:p>
    <w:p w:rsidR="00431B0D" w:rsidRDefault="00431B0D" w:rsidP="00431B0D">
      <w:pPr>
        <w:rPr>
          <w:szCs w:val="22"/>
        </w:rPr>
      </w:pPr>
    </w:p>
    <w:p w:rsidR="00431B0D" w:rsidRDefault="00431B0D" w:rsidP="00431B0D">
      <w:pPr>
        <w:rPr>
          <w:szCs w:val="22"/>
        </w:rPr>
      </w:pPr>
    </w:p>
    <w:p w:rsidR="00431B0D" w:rsidRPr="00596BBE" w:rsidRDefault="00431B0D" w:rsidP="00431B0D">
      <w:pPr>
        <w:rPr>
          <w:szCs w:val="22"/>
        </w:rPr>
      </w:pPr>
      <w:r w:rsidRPr="00596BBE">
        <w:rPr>
          <w:szCs w:val="22"/>
        </w:rPr>
        <w:t>Einverständlich zur Kenntnis genommen:</w:t>
      </w:r>
    </w:p>
    <w:p w:rsidR="00431B0D" w:rsidRPr="00596BBE" w:rsidRDefault="00431B0D" w:rsidP="00431B0D">
      <w:pPr>
        <w:rPr>
          <w:szCs w:val="22"/>
        </w:rPr>
      </w:pPr>
    </w:p>
    <w:p w:rsidR="00431B0D" w:rsidRDefault="00431B0D" w:rsidP="00431B0D">
      <w:pPr>
        <w:rPr>
          <w:sz w:val="20"/>
        </w:rPr>
      </w:pPr>
    </w:p>
    <w:p w:rsidR="00431B0D" w:rsidRDefault="00431B0D" w:rsidP="00431B0D">
      <w:r>
        <w:t xml:space="preserve">_________________________________       _____________________________________            </w:t>
      </w:r>
    </w:p>
    <w:p w:rsidR="00431B0D" w:rsidRPr="0029075D" w:rsidRDefault="00431B0D" w:rsidP="00431B0D">
      <w:pPr>
        <w:rPr>
          <w:sz w:val="20"/>
        </w:rPr>
      </w:pPr>
      <w:r>
        <w:rPr>
          <w:sz w:val="20"/>
        </w:rPr>
        <w:t xml:space="preserve">      </w:t>
      </w:r>
      <w:r w:rsidRPr="0029075D">
        <w:rPr>
          <w:sz w:val="20"/>
        </w:rPr>
        <w:t xml:space="preserve">                    </w:t>
      </w:r>
      <w:r>
        <w:rPr>
          <w:sz w:val="20"/>
        </w:rPr>
        <w:t xml:space="preserve">   </w:t>
      </w:r>
      <w:r w:rsidRPr="0029075D">
        <w:rPr>
          <w:sz w:val="20"/>
        </w:rPr>
        <w:t>Ort</w:t>
      </w:r>
      <w:r>
        <w:rPr>
          <w:sz w:val="20"/>
        </w:rPr>
        <w:t xml:space="preserve">, </w:t>
      </w:r>
      <w:r w:rsidRPr="0029075D">
        <w:rPr>
          <w:sz w:val="20"/>
        </w:rPr>
        <w:t xml:space="preserve">den  </w:t>
      </w:r>
      <w:r>
        <w:rPr>
          <w:sz w:val="20"/>
        </w:rPr>
        <w:t xml:space="preserve">                                                  Unterschrift fachkundige Person</w:t>
      </w:r>
    </w:p>
    <w:p w:rsidR="00431B0D" w:rsidRDefault="00431B0D">
      <w:pPr>
        <w:ind w:left="28"/>
        <w:rPr>
          <w:sz w:val="2"/>
        </w:rPr>
      </w:pPr>
    </w:p>
    <w:sectPr w:rsidR="00431B0D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979" w:rsidRDefault="00812979">
      <w:r>
        <w:separator/>
      </w:r>
    </w:p>
  </w:endnote>
  <w:endnote w:type="continuationSeparator" w:id="0">
    <w:p w:rsidR="00812979" w:rsidRDefault="0081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A56" w:rsidRPr="00421321" w:rsidRDefault="00790A56">
    <w:pPr>
      <w:pStyle w:val="Fuzeile"/>
      <w:rPr>
        <w:sz w:val="18"/>
        <w:szCs w:val="18"/>
      </w:rPr>
    </w:pPr>
    <w:proofErr w:type="spellStart"/>
    <w:r w:rsidRPr="00421321">
      <w:rPr>
        <w:sz w:val="18"/>
        <w:szCs w:val="18"/>
        <w:u w:val="single"/>
      </w:rPr>
      <w:t>Vertteiler</w:t>
    </w:r>
    <w:proofErr w:type="spellEnd"/>
    <w:r>
      <w:rPr>
        <w:sz w:val="18"/>
        <w:szCs w:val="18"/>
        <w:u w:val="single"/>
      </w:rPr>
      <w:t>:</w:t>
    </w:r>
    <w:r>
      <w:rPr>
        <w:sz w:val="18"/>
        <w:szCs w:val="18"/>
      </w:rPr>
      <w:t xml:space="preserve">  Fachabteilung</w:t>
    </w:r>
    <w:r>
      <w:rPr>
        <w:sz w:val="18"/>
        <w:szCs w:val="18"/>
      </w:rPr>
      <w:br/>
      <w:t xml:space="preserve">                 Personalakte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92"/>
      <w:gridCol w:w="2835"/>
    </w:tblGrid>
    <w:tr w:rsidR="00790A56" w:rsidRPr="00D1239D">
      <w:trPr>
        <w:cantSplit/>
      </w:trPr>
      <w:tc>
        <w:tcPr>
          <w:tcW w:w="6592" w:type="dxa"/>
        </w:tcPr>
        <w:p w:rsidR="00790A56" w:rsidRPr="00D1239D" w:rsidRDefault="00790A56">
          <w:pPr>
            <w:spacing w:line="141" w:lineRule="atLeast"/>
            <w:rPr>
              <w:rFonts w:ascii="Times New Roman" w:hAnsi="Times New Roman"/>
              <w:noProof/>
              <w:sz w:val="15"/>
            </w:rPr>
          </w:pPr>
        </w:p>
      </w:tc>
      <w:tc>
        <w:tcPr>
          <w:tcW w:w="2835" w:type="dxa"/>
        </w:tcPr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bookmarkStart w:id="29" w:name="Standort4"/>
          <w:bookmarkEnd w:id="29"/>
          <w:r w:rsidRPr="00DD64B3">
            <w:rPr>
              <w:sz w:val="15"/>
            </w:rPr>
            <w:t xml:space="preserve">Sitz </w:t>
          </w:r>
          <w:r>
            <w:rPr>
              <w:sz w:val="15"/>
            </w:rPr>
            <w:t>Entenhausen</w:t>
          </w:r>
        </w:p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r w:rsidRPr="00DD64B3">
            <w:rPr>
              <w:sz w:val="15"/>
            </w:rPr>
            <w:t xml:space="preserve">Amtsgericht </w:t>
          </w:r>
          <w:r>
            <w:rPr>
              <w:sz w:val="15"/>
            </w:rPr>
            <w:t>Entenhausen</w:t>
          </w:r>
          <w:r w:rsidRPr="00DD64B3">
            <w:rPr>
              <w:sz w:val="15"/>
            </w:rPr>
            <w:t xml:space="preserve"> HRB 19</w:t>
          </w:r>
          <w:r>
            <w:rPr>
              <w:sz w:val="15"/>
            </w:rPr>
            <w:t>5</w:t>
          </w:r>
          <w:r w:rsidRPr="00DD64B3">
            <w:rPr>
              <w:sz w:val="15"/>
            </w:rPr>
            <w:t>7</w:t>
          </w:r>
          <w:r>
            <w:rPr>
              <w:sz w:val="15"/>
            </w:rPr>
            <w:t>1</w:t>
          </w:r>
          <w:r w:rsidRPr="00DD64B3">
            <w:rPr>
              <w:sz w:val="15"/>
            </w:rPr>
            <w:t>5</w:t>
          </w:r>
        </w:p>
        <w:p w:rsidR="00D1239D" w:rsidRPr="00DD64B3" w:rsidRDefault="00D1239D" w:rsidP="00D1239D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Vorstand:</w:t>
          </w:r>
        </w:p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Dagobert Duck</w:t>
          </w:r>
          <w:r w:rsidRPr="00DD64B3">
            <w:rPr>
              <w:sz w:val="15"/>
            </w:rPr>
            <w:t xml:space="preserve"> (Vorsitzender)</w:t>
          </w:r>
        </w:p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Donald Duck</w:t>
          </w:r>
        </w:p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Daniel Düsentrieb</w:t>
          </w:r>
        </w:p>
        <w:p w:rsidR="00D1239D" w:rsidRPr="00DD64B3" w:rsidRDefault="00D1239D" w:rsidP="00D1239D">
          <w:pPr>
            <w:spacing w:line="141" w:lineRule="atLeast"/>
            <w:rPr>
              <w:sz w:val="15"/>
            </w:rPr>
          </w:pPr>
          <w:r>
            <w:rPr>
              <w:sz w:val="15"/>
            </w:rPr>
            <w:t xml:space="preserve">Gundel </w:t>
          </w:r>
          <w:proofErr w:type="spellStart"/>
          <w:r>
            <w:rPr>
              <w:sz w:val="15"/>
            </w:rPr>
            <w:t>Gaukeley</w:t>
          </w:r>
          <w:proofErr w:type="spellEnd"/>
        </w:p>
        <w:p w:rsidR="00D1239D" w:rsidRPr="00DD64B3" w:rsidRDefault="00D1239D" w:rsidP="00D1239D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Vorsitzender des Aufsichtsrats:</w:t>
          </w:r>
        </w:p>
        <w:p w:rsidR="00790A56" w:rsidRPr="00D1239D" w:rsidRDefault="00D1239D" w:rsidP="00D1239D">
          <w:pPr>
            <w:spacing w:line="141" w:lineRule="atLeast"/>
            <w:rPr>
              <w:noProof/>
              <w:sz w:val="15"/>
            </w:rPr>
          </w:pPr>
          <w:r>
            <w:rPr>
              <w:sz w:val="15"/>
            </w:rPr>
            <w:t>Daisy Duck</w:t>
          </w:r>
        </w:p>
      </w:tc>
    </w:tr>
  </w:tbl>
  <w:p w:rsidR="00790A56" w:rsidRPr="00D1239D" w:rsidRDefault="00790A56">
    <w:pPr>
      <w:pStyle w:val="Fuzeile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979" w:rsidRDefault="00812979">
      <w:r>
        <w:separator/>
      </w:r>
    </w:p>
  </w:footnote>
  <w:footnote w:type="continuationSeparator" w:id="0">
    <w:p w:rsidR="00812979" w:rsidRDefault="00812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3" w:type="dxa"/>
        <w:right w:w="43" w:type="dxa"/>
      </w:tblCellMar>
      <w:tblLook w:val="0000" w:firstRow="0" w:lastRow="0" w:firstColumn="0" w:lastColumn="0" w:noHBand="0" w:noVBand="0"/>
    </w:tblPr>
    <w:tblGrid>
      <w:gridCol w:w="9354"/>
    </w:tblGrid>
    <w:tr w:rsidR="00790A56">
      <w:trPr>
        <w:cantSplit/>
        <w:trHeight w:val="2842"/>
      </w:trPr>
      <w:tc>
        <w:tcPr>
          <w:tcW w:w="9354" w:type="dxa"/>
          <w:tcBorders>
            <w:bottom w:val="nil"/>
          </w:tcBorders>
          <w:vAlign w:val="bottom"/>
        </w:tcPr>
        <w:p w:rsidR="00790A56" w:rsidRDefault="00790A56">
          <w:pPr>
            <w:pStyle w:val="Fuzeile"/>
            <w:rPr>
              <w:caps/>
              <w:color w:val="000000"/>
              <w:sz w:val="15"/>
            </w:rPr>
          </w:pPr>
          <w:r>
            <w:rPr>
              <w:snapToGrid w:val="0"/>
              <w:sz w:val="22"/>
            </w:rPr>
            <w:t xml:space="preserve">Seite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PAGE </w:instrText>
          </w:r>
          <w:r>
            <w:rPr>
              <w:snapToGrid w:val="0"/>
              <w:sz w:val="22"/>
            </w:rPr>
            <w:fldChar w:fldCharType="separate"/>
          </w:r>
          <w:r w:rsidR="00077DCE"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  <w:r>
            <w:rPr>
              <w:snapToGrid w:val="0"/>
              <w:sz w:val="22"/>
            </w:rPr>
            <w:t xml:space="preserve"> von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NUMPAGES </w:instrText>
          </w:r>
          <w:r>
            <w:rPr>
              <w:snapToGrid w:val="0"/>
              <w:sz w:val="22"/>
            </w:rPr>
            <w:fldChar w:fldCharType="separate"/>
          </w:r>
          <w:r w:rsidR="00077DCE"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</w:p>
      </w:tc>
    </w:tr>
  </w:tbl>
  <w:p w:rsidR="00790A56" w:rsidRDefault="00790A56">
    <w:pPr>
      <w:pStyle w:val="Fuzeile"/>
      <w:ind w:left="57"/>
      <w:rPr>
        <w:sz w:val="22"/>
      </w:rPr>
    </w:pPr>
  </w:p>
  <w:p w:rsidR="00790A56" w:rsidRDefault="00790A56">
    <w:pPr>
      <w:pStyle w:val="Fuzeile"/>
      <w:ind w:left="57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A56" w:rsidRDefault="00790A56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9D"/>
    <w:rsid w:val="00035661"/>
    <w:rsid w:val="00077DCE"/>
    <w:rsid w:val="000B29C4"/>
    <w:rsid w:val="000B7149"/>
    <w:rsid w:val="000C136C"/>
    <w:rsid w:val="000C14DD"/>
    <w:rsid w:val="000C24E7"/>
    <w:rsid w:val="000D5524"/>
    <w:rsid w:val="000E65F0"/>
    <w:rsid w:val="00105329"/>
    <w:rsid w:val="00125C95"/>
    <w:rsid w:val="0013015B"/>
    <w:rsid w:val="001C5ADE"/>
    <w:rsid w:val="001F7A2E"/>
    <w:rsid w:val="00222A30"/>
    <w:rsid w:val="0023162C"/>
    <w:rsid w:val="0025549A"/>
    <w:rsid w:val="00284669"/>
    <w:rsid w:val="002901AE"/>
    <w:rsid w:val="00291961"/>
    <w:rsid w:val="002A0961"/>
    <w:rsid w:val="002D1F63"/>
    <w:rsid w:val="002E6756"/>
    <w:rsid w:val="00305D82"/>
    <w:rsid w:val="003168DF"/>
    <w:rsid w:val="00331F77"/>
    <w:rsid w:val="0037385B"/>
    <w:rsid w:val="003A46DB"/>
    <w:rsid w:val="003C1BAB"/>
    <w:rsid w:val="003D12D5"/>
    <w:rsid w:val="003F2141"/>
    <w:rsid w:val="00421321"/>
    <w:rsid w:val="004242FB"/>
    <w:rsid w:val="00431B0D"/>
    <w:rsid w:val="00445923"/>
    <w:rsid w:val="004653B5"/>
    <w:rsid w:val="0047249F"/>
    <w:rsid w:val="004D4399"/>
    <w:rsid w:val="00540497"/>
    <w:rsid w:val="0057212A"/>
    <w:rsid w:val="005B14A7"/>
    <w:rsid w:val="005C1717"/>
    <w:rsid w:val="005C211A"/>
    <w:rsid w:val="005E293E"/>
    <w:rsid w:val="005E421F"/>
    <w:rsid w:val="005E7AE8"/>
    <w:rsid w:val="005F2EB7"/>
    <w:rsid w:val="006065CF"/>
    <w:rsid w:val="006211CE"/>
    <w:rsid w:val="00631ADE"/>
    <w:rsid w:val="0066281D"/>
    <w:rsid w:val="006776C4"/>
    <w:rsid w:val="006A32DD"/>
    <w:rsid w:val="006B5F21"/>
    <w:rsid w:val="006C07C6"/>
    <w:rsid w:val="006D1543"/>
    <w:rsid w:val="006F142D"/>
    <w:rsid w:val="007123A7"/>
    <w:rsid w:val="00717B71"/>
    <w:rsid w:val="00740AD3"/>
    <w:rsid w:val="00754468"/>
    <w:rsid w:val="00757109"/>
    <w:rsid w:val="00790A56"/>
    <w:rsid w:val="007A00D0"/>
    <w:rsid w:val="007E5995"/>
    <w:rsid w:val="007F4478"/>
    <w:rsid w:val="00812979"/>
    <w:rsid w:val="00815AB8"/>
    <w:rsid w:val="00836204"/>
    <w:rsid w:val="00860E77"/>
    <w:rsid w:val="00867BC0"/>
    <w:rsid w:val="008731AA"/>
    <w:rsid w:val="00885C1A"/>
    <w:rsid w:val="008C1087"/>
    <w:rsid w:val="008E6848"/>
    <w:rsid w:val="008F1B12"/>
    <w:rsid w:val="00902B74"/>
    <w:rsid w:val="0090512C"/>
    <w:rsid w:val="00916E8B"/>
    <w:rsid w:val="00925405"/>
    <w:rsid w:val="00930832"/>
    <w:rsid w:val="009355E6"/>
    <w:rsid w:val="00963C52"/>
    <w:rsid w:val="0099212C"/>
    <w:rsid w:val="009935E5"/>
    <w:rsid w:val="009A3A56"/>
    <w:rsid w:val="009B6D23"/>
    <w:rsid w:val="009D41AD"/>
    <w:rsid w:val="00A06784"/>
    <w:rsid w:val="00A34FDC"/>
    <w:rsid w:val="00A801E1"/>
    <w:rsid w:val="00A965A6"/>
    <w:rsid w:val="00A97A81"/>
    <w:rsid w:val="00AA6AA9"/>
    <w:rsid w:val="00AC33BC"/>
    <w:rsid w:val="00AD1AF1"/>
    <w:rsid w:val="00AE6DA7"/>
    <w:rsid w:val="00B04977"/>
    <w:rsid w:val="00B4006B"/>
    <w:rsid w:val="00B707F8"/>
    <w:rsid w:val="00B82CB8"/>
    <w:rsid w:val="00BA36AE"/>
    <w:rsid w:val="00BA4860"/>
    <w:rsid w:val="00BA727E"/>
    <w:rsid w:val="00BC22A5"/>
    <w:rsid w:val="00BD1403"/>
    <w:rsid w:val="00BD4098"/>
    <w:rsid w:val="00BD4429"/>
    <w:rsid w:val="00C02099"/>
    <w:rsid w:val="00C10511"/>
    <w:rsid w:val="00C22BD9"/>
    <w:rsid w:val="00C518A8"/>
    <w:rsid w:val="00C733CF"/>
    <w:rsid w:val="00C734F6"/>
    <w:rsid w:val="00C902AA"/>
    <w:rsid w:val="00CE5CBE"/>
    <w:rsid w:val="00CE66CC"/>
    <w:rsid w:val="00CF0FE3"/>
    <w:rsid w:val="00CF5F26"/>
    <w:rsid w:val="00D061BA"/>
    <w:rsid w:val="00D1239D"/>
    <w:rsid w:val="00D55F56"/>
    <w:rsid w:val="00D77334"/>
    <w:rsid w:val="00D87052"/>
    <w:rsid w:val="00DB701C"/>
    <w:rsid w:val="00DC12FE"/>
    <w:rsid w:val="00DC2DCE"/>
    <w:rsid w:val="00E07B13"/>
    <w:rsid w:val="00E23585"/>
    <w:rsid w:val="00E52318"/>
    <w:rsid w:val="00E565DC"/>
    <w:rsid w:val="00E82BF9"/>
    <w:rsid w:val="00EA4FD0"/>
    <w:rsid w:val="00EA5B64"/>
    <w:rsid w:val="00EB00C5"/>
    <w:rsid w:val="00ED65CE"/>
    <w:rsid w:val="00EE4F07"/>
    <w:rsid w:val="00F162B8"/>
    <w:rsid w:val="00F27F74"/>
    <w:rsid w:val="00F31DE2"/>
    <w:rsid w:val="00F603FF"/>
    <w:rsid w:val="00F6540F"/>
    <w:rsid w:val="00F805A3"/>
    <w:rsid w:val="00F82088"/>
    <w:rsid w:val="00FB1646"/>
    <w:rsid w:val="00FC2E67"/>
    <w:rsid w:val="00FC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2"/>
      <w:lang w:eastAsia="en-US"/>
    </w:rPr>
  </w:style>
  <w:style w:type="paragraph" w:customStyle="1" w:styleId="Bullet1">
    <w:name w:val="Bullet 1"/>
    <w:basedOn w:val="Standard"/>
    <w:pPr>
      <w:numPr>
        <w:numId w:val="1"/>
      </w:numPr>
    </w:pPr>
    <w:rPr>
      <w:sz w:val="24"/>
    </w:r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pPr>
      <w:tabs>
        <w:tab w:val="right" w:pos="9639"/>
      </w:tabs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 w:eastAsia="en-US"/>
    </w:rPr>
  </w:style>
  <w:style w:type="paragraph" w:styleId="Beschriftung">
    <w:name w:val="caption"/>
    <w:basedOn w:val="Standard"/>
    <w:next w:val="Standard"/>
    <w:qFormat/>
    <w:pPr>
      <w:spacing w:after="60"/>
      <w:jc w:val="center"/>
    </w:pPr>
    <w:rPr>
      <w:b/>
      <w:caps/>
      <w:sz w:val="24"/>
    </w:rPr>
  </w:style>
  <w:style w:type="table" w:styleId="Tabellenraster">
    <w:name w:val="Table Grid"/>
    <w:basedOn w:val="NormaleTabelle"/>
    <w:rsid w:val="008E68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2">
    <w:name w:val="Formatvorlage2"/>
    <w:basedOn w:val="Standard"/>
    <w:pPr>
      <w:ind w:left="28"/>
    </w:pPr>
    <w:rPr>
      <w:b/>
    </w:rPr>
  </w:style>
  <w:style w:type="character" w:styleId="Platzhaltertext">
    <w:name w:val="Placeholder Text"/>
    <w:basedOn w:val="Absatz-Standardschriftart"/>
    <w:uiPriority w:val="99"/>
    <w:semiHidden/>
    <w:rsid w:val="00D123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email\Wacker\Grabmeier\20150422\neu_NEU\Beauftragung%20Hubarbeitsb&#252;hnen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9E3ACB7D1BD41BA4DA252905DD8E8" ma:contentTypeVersion="54" ma:contentTypeDescription="Ein neues Dokument erstellen." ma:contentTypeScope="" ma:versionID="0a0dac2f5aa6fa50069c6744798941d6">
  <xsd:schema xmlns:xsd="http://www.w3.org/2001/XMLSchema" xmlns:xs="http://www.w3.org/2001/XMLSchema" xmlns:p="http://schemas.microsoft.com/office/2006/metadata/properties" xmlns:ns1="http://schemas.microsoft.com/sharepoint/v3" xmlns:ns2="0b782732-d9cb-4fe1-b48f-5a80e4c7b457" xmlns:ns3="http://schemas.microsoft.com/sharepoint/v4" targetNamespace="http://schemas.microsoft.com/office/2006/metadata/properties" ma:root="true" ma:fieldsID="22c6de9fe6f40c1e74c44ba87092de41" ns1:_="" ns2:_="" ns3:_="">
    <xsd:import namespace="http://schemas.microsoft.com/sharepoint/v3"/>
    <xsd:import namespace="0b782732-d9cb-4fe1-b48f-5a80e4c7b45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Notizen" minOccurs="0"/>
                <xsd:element ref="ns2:Erlaeuterung" minOccurs="0"/>
                <xsd:element ref="ns2:Kategorie" minOccurs="0"/>
                <xsd:element ref="ns2:UnterKategorie" minOccurs="0"/>
                <xsd:element ref="ns2:DokThemenbereich" minOccurs="0"/>
                <xsd:element ref="ns1:URL" minOccurs="0"/>
                <xsd:element ref="ns2:Geltungsbereich" minOccurs="0"/>
                <xsd:element ref="ns2:Zielsystem" minOccurs="0"/>
                <xsd:element ref="ns2:Sprache" minOccurs="0"/>
                <xsd:element ref="ns2:Inhaltsverantwortlicher" minOccurs="0"/>
                <xsd:element ref="ns2:Inhaltskoordinator" minOccurs="0"/>
                <xsd:element ref="ns2:IMSBeauftragter" minOccurs="0"/>
                <xsd:element ref="ns2:Freigebender" minOccurs="0"/>
                <xsd:element ref="ns2:Freigabedatum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7" nillable="true" ma:displayName="Hinweise" ma:format="Hyperlink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82732-d9cb-4fe1-b48f-5a80e4c7b457" elementFormDefault="qualified">
    <xsd:import namespace="http://schemas.microsoft.com/office/2006/documentManagement/types"/>
    <xsd:import namespace="http://schemas.microsoft.com/office/infopath/2007/PartnerControls"/>
    <xsd:element name="Notizen" ma:index="2" nillable="true" ma:displayName="Dokument-Beschreibung" ma:description="kurze Beschreibung des Inhalts; keine zusätzlichen Hinweise" ma:internalName="Notizen">
      <xsd:simpleType>
        <xsd:restriction base="dms:Note">
          <xsd:maxLength value="255"/>
        </xsd:restriction>
      </xsd:simpleType>
    </xsd:element>
    <xsd:element name="Erlaeuterung" ma:index="3" nillable="true" ma:displayName="Erläuterung" ma:description="weitere Angaben zur Verwendung des Dokuments" ma:internalName="Erlaeuterung">
      <xsd:simpleType>
        <xsd:restriction base="dms:Note">
          <xsd:maxLength value="255"/>
        </xsd:restriction>
      </xsd:simpleType>
    </xsd:element>
    <xsd:element name="Kategorie" ma:index="4" nillable="true" ma:displayName="Dokument-Kategorie" ma:list="{b0e9cec1-fde8-45b1-bc24-3887ea67179a}" ma:internalName="Kategorie" ma:readOnly="false" ma:showField="Title">
      <xsd:simpleType>
        <xsd:restriction base="dms:Lookup"/>
      </xsd:simpleType>
    </xsd:element>
    <xsd:element name="UnterKategorie" ma:index="5" nillable="true" ma:displayName="Dokument-Unterkategorie" ma:list="{a769bdef-1538-48d6-b0f3-56cf6efe59c1}" ma:internalName="UnterKategorie" ma:readOnly="false" ma:showField="Title" ma:web="a6955a7d-f24a-4a6b-a3ff-2992ca78e7bb">
      <xsd:simpleType>
        <xsd:restriction base="dms:Lookup"/>
      </xsd:simpleType>
    </xsd:element>
    <xsd:element name="DokThemenbereich" ma:index="6" nillable="true" ma:displayName="Dokument-Themenbereich" ma:list="{7697f3f8-4ec9-4942-852a-cf5c0c4f211a}" ma:internalName="DokThemenbereich" ma:showField="Title" ma:web="a6955a7d-f24a-4a6b-a3ff-2992ca78e7bb">
      <xsd:simpleType>
        <xsd:restriction base="dms:Lookup"/>
      </xsd:simpleType>
    </xsd:element>
    <xsd:element name="Geltungsbereich" ma:index="8" nillable="true" ma:displayName="Geltungsbereich" ma:format="Dropdown" ma:internalName="Geltungsbereich">
      <xsd:simpleType>
        <xsd:restriction base="dms:Choice">
          <xsd:enumeration value="kein"/>
          <xsd:enumeration value="BGH"/>
          <xsd:enumeration value="CGN"/>
          <xsd:enumeration value="CON"/>
          <xsd:enumeration value="FBG"/>
          <xsd:enumeration value="HOL"/>
          <xsd:enumeration value="JEN"/>
          <xsd:enumeration value="MUC"/>
          <xsd:enumeration value="NUN"/>
          <xsd:enumeration value="WGER"/>
          <xsd:enumeration value="SAG"/>
          <xsd:enumeration value="WGER ohne NUN"/>
          <xsd:enumeration value="WGER ohne SAG"/>
          <xsd:enumeration value="BGH/MUC/CGN/JEN"/>
          <xsd:enumeration value="BGH/MUC"/>
        </xsd:restriction>
      </xsd:simpleType>
    </xsd:element>
    <xsd:element name="Zielsystem" ma:index="9" nillable="true" ma:displayName="Zielsystem" ma:description="IT-System, in dem das freigegebene Dokument zur Nutzung bereitgestellt wird." ma:format="Dropdown" ma:internalName="Zielsystem" ma:readOnly="false">
      <xsd:simpleType>
        <xsd:restriction base="dms:Choice">
          <xsd:enumeration value="AQDB (SAP)"/>
          <xsd:enumeration value="Docunize"/>
          <xsd:enumeration value="Escriba (SAP)"/>
          <xsd:enumeration value="HR-Teamsite"/>
          <xsd:enumeration value="WACKER GLOBE"/>
        </xsd:restriction>
      </xsd:simpleType>
    </xsd:element>
    <xsd:element name="Sprache" ma:index="10" nillable="true" ma:displayName="Sprache" ma:default="DE" ma:format="Dropdown" ma:internalName="Sprache">
      <xsd:simpleType>
        <xsd:restriction base="dms:Choice">
          <xsd:enumeration value="DE"/>
          <xsd:enumeration value="EN"/>
        </xsd:restriction>
      </xsd:simpleType>
    </xsd:element>
    <xsd:element name="Inhaltsverantwortlicher" ma:index="11" nillable="true" ma:displayName="Inhaltsverantwortlicher" ma:list="UserInfo" ma:SharePointGroup="19" ma:internalName="Inhaltsverantwortlich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haltskoordinator" ma:index="12" nillable="true" ma:displayName="Inhaltskoordinator" ma:list="UserInfo" ma:SharePointGroup="17" ma:internalName="Inhaltskoordin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SBeauftragter" ma:index="13" nillable="true" ma:displayName="IMS-Beauftragter" ma:list="UserInfo" ma:SharePointGroup="18" ma:internalName="IMSBeauftragt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nder" ma:index="14" nillable="true" ma:displayName="Freigebender" ma:description="HR-Arbeitsanweisungen: Leiter ZB HR,&#10;sonst Inhaltskoordinator" ma:list="UserInfo" ma:SharePointGroup="45" ma:internalName="Freigeben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15" nillable="true" ma:displayName="Freigabedatum" ma:format="DateOnly" ma:internalName="Freigabe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1" ma:displayName="Dokument-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ielsystem xmlns="0b782732-d9cb-4fe1-b48f-5a80e4c7b457" xsi:nil="true"/>
    <Kategorie xmlns="0b782732-d9cb-4fe1-b48f-5a80e4c7b457">2</Kategorie>
    <DokThemenbereich xmlns="0b782732-d9cb-4fe1-b48f-5a80e4c7b457">37</DokThemenbereich>
    <Inhaltskoordinator xmlns="0b782732-d9cb-4fe1-b48f-5a80e4c7b457">
      <UserInfo>
        <DisplayName>Angermaier, Klaus</DisplayName>
        <AccountId>32</AccountId>
        <AccountType/>
      </UserInfo>
    </Inhaltskoordinator>
    <IconOverlay xmlns="http://schemas.microsoft.com/sharepoint/v4" xsi:nil="true"/>
    <Erlaeuterung xmlns="0b782732-d9cb-4fe1-b48f-5a80e4c7b457" xsi:nil="true"/>
    <UnterKategorie xmlns="0b782732-d9cb-4fe1-b48f-5a80e4c7b457">1</UnterKategorie>
    <URL xmlns="http://schemas.microsoft.com/sharepoint/v3">
      <Url xsi:nil="true"/>
      <Description xsi:nil="true"/>
    </URL>
    <Freigebender xmlns="0b782732-d9cb-4fe1-b48f-5a80e4c7b457">
      <UserInfo>
        <DisplayName>Angermaier, Klaus</DisplayName>
        <AccountId>32</AccountId>
        <AccountType/>
      </UserInfo>
    </Freigebender>
    <Freigabedatum xmlns="0b782732-d9cb-4fe1-b48f-5a80e4c7b457">2014-04-29T22:00:00+00:00</Freigabedatum>
    <IMSBeauftragter xmlns="0b782732-d9cb-4fe1-b48f-5a80e4c7b457">
      <UserInfo>
        <DisplayName>Wiesmeier, Christoph</DisplayName>
        <AccountId>13</AccountId>
        <AccountType/>
      </UserInfo>
    </IMSBeauftragter>
    <Inhaltsverantwortlicher xmlns="0b782732-d9cb-4fe1-b48f-5a80e4c7b457">
      <UserInfo>
        <DisplayName>Maschberger, Guenther</DisplayName>
        <AccountId>66</AccountId>
        <AccountType/>
      </UserInfo>
    </Inhaltsverantwortlicher>
    <Sprache xmlns="0b782732-d9cb-4fe1-b48f-5a80e4c7b457">DE</Sprache>
    <Geltungsbereich xmlns="0b782732-d9cb-4fe1-b48f-5a80e4c7b457">WGER</Geltungsbereich>
    <Notizen xmlns="0b782732-d9cb-4fe1-b48f-5a80e4c7b457">Beauftragung als Fachkundiger zum Bedienen von Hubarbeitsbühnen - Brief an MA</Notizen>
  </documentManagement>
</p:properties>
</file>

<file path=customXml/itemProps1.xml><?xml version="1.0" encoding="utf-8"?>
<ds:datastoreItem xmlns:ds="http://schemas.openxmlformats.org/officeDocument/2006/customXml" ds:itemID="{0058F313-B9D2-4544-8A79-5A127542C9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782732-d9cb-4fe1-b48f-5a80e4c7b45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47345-E880-43F3-A3C4-85E4BEDCA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A5155-67D1-4F3D-9782-2DDA9D565E41}">
  <ds:schemaRefs>
    <ds:schemaRef ds:uri="http://schemas.microsoft.com/office/2006/metadata/properties"/>
    <ds:schemaRef ds:uri="http://schemas.microsoft.com/office/infopath/2007/PartnerControls"/>
    <ds:schemaRef ds:uri="0b782732-d9cb-4fe1-b48f-5a80e4c7b457"/>
    <ds:schemaRef ds:uri="http://schemas.microsoft.com/sharepoint/v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Beauftragung Hubarbeitsbühnen.dotm</Template>
  <TotalTime>0</TotalTime>
  <Pages>2</Pages>
  <Words>268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Beauftragung Hubarbeitsbühnen</vt:lpstr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Beauftragung Hubarbeitsbühnen</dc:title>
  <dc:creator/>
  <cp:lastModifiedBy/>
  <cp:revision>1</cp:revision>
  <dcterms:created xsi:type="dcterms:W3CDTF">2016-03-09T10:12:00Z</dcterms:created>
  <dcterms:modified xsi:type="dcterms:W3CDTF">2016-03-13T12:47:00Z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0x010100F749E3ACB7D1BD41BA4DA252905DD8E8</vt:lpwstr>
  </property>
  <property fmtid="{D5CDD505-2E9C-101B-9397-08002B2CF9AE}" pid="3" name="Zielgruppe">
    <vt:lpwstr>;#HR;#</vt:lpwstr>
  </property>
</Properties>
</file>